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bookmarkStart w:id="0" w:name="_GoBack"/>
      <w:bookmarkEnd w:id="0"/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1E22BD" w:rsidRDefault="001E22BD" w:rsidP="00790973">
      <w:pPr>
        <w:pStyle w:val="Nzev"/>
        <w:spacing w:after="720"/>
        <w:rPr>
          <w:sz w:val="32"/>
          <w:szCs w:val="32"/>
        </w:rPr>
      </w:pPr>
    </w:p>
    <w:p w:rsidR="00790973" w:rsidRPr="001E22BD" w:rsidRDefault="001E22BD" w:rsidP="00790973">
      <w:pPr>
        <w:pStyle w:val="Nzev"/>
        <w:spacing w:after="720"/>
        <w:rPr>
          <w:sz w:val="32"/>
          <w:szCs w:val="32"/>
        </w:rPr>
      </w:pPr>
      <w:r w:rsidRPr="001E22BD">
        <w:rPr>
          <w:sz w:val="32"/>
          <w:szCs w:val="32"/>
        </w:rPr>
        <w:t>Oprava komunikací společnosti ČEPRO, a.s.</w:t>
      </w:r>
      <w:r w:rsidR="008D315C">
        <w:rPr>
          <w:sz w:val="32"/>
          <w:szCs w:val="32"/>
        </w:rPr>
        <w:t xml:space="preserve"> </w:t>
      </w:r>
      <w:r w:rsidRPr="001E22BD">
        <w:rPr>
          <w:sz w:val="32"/>
          <w:szCs w:val="32"/>
        </w:rPr>
        <w:t>ve skladu Cerekvice nad Bystřicí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7, Dělnická č.p.213, č.or.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3D08D6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00489E">
        <w:t xml:space="preserve"> (každý samostatně)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1E22B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Oldřich Bednář</w:t>
            </w:r>
          </w:p>
        </w:tc>
        <w:tc>
          <w:tcPr>
            <w:tcW w:w="1839" w:type="dxa"/>
            <w:vAlign w:val="center"/>
          </w:tcPr>
          <w:p w:rsidR="00C30D59" w:rsidRPr="009A0F9B" w:rsidRDefault="001E22B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602 524 165</w:t>
            </w:r>
          </w:p>
        </w:tc>
        <w:tc>
          <w:tcPr>
            <w:tcW w:w="2303" w:type="dxa"/>
            <w:vAlign w:val="center"/>
          </w:tcPr>
          <w:p w:rsidR="001E22BD" w:rsidRPr="009A0F9B" w:rsidRDefault="005E0D9B" w:rsidP="001E22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="001E22BD" w:rsidRPr="00E472E2">
                <w:rPr>
                  <w:rStyle w:val="Hypertextovodkaz"/>
                  <w:rFonts w:cs="Arial"/>
                  <w:sz w:val="16"/>
                  <w:szCs w:val="16"/>
                </w:rPr>
                <w:t>oldrich.bednar@ceproas.cz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Default="001E22BD" w:rsidP="001E22B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Sylva Šedivá</w:t>
            </w:r>
          </w:p>
          <w:p w:rsidR="001E22BD" w:rsidRPr="009A0F9B" w:rsidRDefault="001E22BD" w:rsidP="001E22B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Josef Jech</w:t>
            </w:r>
          </w:p>
        </w:tc>
        <w:tc>
          <w:tcPr>
            <w:tcW w:w="1839" w:type="dxa"/>
            <w:vAlign w:val="center"/>
          </w:tcPr>
          <w:p w:rsidR="00C30D59" w:rsidRDefault="001E22BD" w:rsidP="001E22B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606 647 692</w:t>
            </w:r>
          </w:p>
          <w:p w:rsidR="001E22BD" w:rsidRPr="009A0F9B" w:rsidRDefault="001E22BD" w:rsidP="001E22B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739 240 348</w:t>
            </w:r>
          </w:p>
        </w:tc>
        <w:tc>
          <w:tcPr>
            <w:tcW w:w="2303" w:type="dxa"/>
            <w:vAlign w:val="center"/>
          </w:tcPr>
          <w:p w:rsidR="00C30D59" w:rsidRDefault="005E0D9B" w:rsidP="001E22B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0" w:history="1">
              <w:r w:rsidR="001E22BD" w:rsidRPr="00E472E2">
                <w:rPr>
                  <w:rStyle w:val="Hypertextovodkaz"/>
                  <w:rFonts w:cs="Arial"/>
                  <w:sz w:val="16"/>
                  <w:szCs w:val="16"/>
                </w:rPr>
                <w:t>sylva.sediva@ceproas.cz</w:t>
              </w:r>
            </w:hyperlink>
          </w:p>
          <w:p w:rsidR="001E22BD" w:rsidRPr="009A0F9B" w:rsidRDefault="005E0D9B" w:rsidP="001E22B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1" w:history="1">
              <w:r w:rsidR="001E22BD" w:rsidRPr="00E472E2">
                <w:rPr>
                  <w:rStyle w:val="Hypertextovodkaz"/>
                  <w:rFonts w:cs="Arial"/>
                  <w:sz w:val="16"/>
                  <w:szCs w:val="16"/>
                </w:rPr>
                <w:t>josef.jech@ceproas.cz</w:t>
              </w:r>
            </w:hyperlink>
          </w:p>
        </w:tc>
      </w:tr>
      <w:tr w:rsidR="001E22BD" w:rsidRPr="009A21C7" w:rsidTr="009A0F9B">
        <w:tc>
          <w:tcPr>
            <w:tcW w:w="2660" w:type="dxa"/>
            <w:vAlign w:val="center"/>
          </w:tcPr>
          <w:p w:rsidR="001E22BD" w:rsidRPr="009A0F9B" w:rsidRDefault="001E22B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1E22BD" w:rsidRDefault="001E22BD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Sylva Šedivá</w:t>
            </w:r>
          </w:p>
          <w:p w:rsidR="001E22BD" w:rsidRPr="009A0F9B" w:rsidRDefault="001E22BD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Josef Jech</w:t>
            </w:r>
          </w:p>
        </w:tc>
        <w:tc>
          <w:tcPr>
            <w:tcW w:w="1839" w:type="dxa"/>
            <w:vAlign w:val="center"/>
          </w:tcPr>
          <w:p w:rsidR="001E22BD" w:rsidRDefault="001E22BD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606 647 692</w:t>
            </w:r>
          </w:p>
          <w:p w:rsidR="001E22BD" w:rsidRPr="009A0F9B" w:rsidRDefault="001E22BD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739 240 348</w:t>
            </w:r>
          </w:p>
        </w:tc>
        <w:tc>
          <w:tcPr>
            <w:tcW w:w="2303" w:type="dxa"/>
            <w:vAlign w:val="center"/>
          </w:tcPr>
          <w:p w:rsidR="001E22BD" w:rsidRDefault="005E0D9B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2" w:history="1">
              <w:r w:rsidR="001E22BD" w:rsidRPr="00E472E2">
                <w:rPr>
                  <w:rStyle w:val="Hypertextovodkaz"/>
                  <w:rFonts w:cs="Arial"/>
                  <w:sz w:val="16"/>
                  <w:szCs w:val="16"/>
                </w:rPr>
                <w:t>sylva.sediva@ceproas.cz</w:t>
              </w:r>
            </w:hyperlink>
          </w:p>
          <w:p w:rsidR="001E22BD" w:rsidRPr="009A0F9B" w:rsidRDefault="005E0D9B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3" w:history="1">
              <w:r w:rsidR="001E22BD" w:rsidRPr="00E472E2">
                <w:rPr>
                  <w:rStyle w:val="Hypertextovodkaz"/>
                  <w:rFonts w:cs="Arial"/>
                  <w:sz w:val="16"/>
                  <w:szCs w:val="16"/>
                </w:rPr>
                <w:t>josef.jech@ceproas.cz</w:t>
              </w:r>
            </w:hyperlink>
          </w:p>
        </w:tc>
      </w:tr>
      <w:tr w:rsidR="001E22BD" w:rsidRPr="009A21C7" w:rsidTr="009A0F9B">
        <w:tc>
          <w:tcPr>
            <w:tcW w:w="2660" w:type="dxa"/>
            <w:vAlign w:val="center"/>
          </w:tcPr>
          <w:p w:rsidR="001E22BD" w:rsidRPr="009A0F9B" w:rsidRDefault="001E22B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1E22BD" w:rsidRDefault="001E22BD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Sylva Šedivá</w:t>
            </w:r>
          </w:p>
          <w:p w:rsidR="001E22BD" w:rsidRPr="009A0F9B" w:rsidRDefault="001E22BD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Josef Jech</w:t>
            </w:r>
          </w:p>
        </w:tc>
        <w:tc>
          <w:tcPr>
            <w:tcW w:w="1839" w:type="dxa"/>
            <w:vAlign w:val="center"/>
          </w:tcPr>
          <w:p w:rsidR="001E22BD" w:rsidRDefault="001E22BD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606 647 692</w:t>
            </w:r>
          </w:p>
          <w:p w:rsidR="001E22BD" w:rsidRPr="009A0F9B" w:rsidRDefault="001E22BD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739 240 348</w:t>
            </w:r>
          </w:p>
        </w:tc>
        <w:tc>
          <w:tcPr>
            <w:tcW w:w="2303" w:type="dxa"/>
            <w:vAlign w:val="center"/>
          </w:tcPr>
          <w:p w:rsidR="001E22BD" w:rsidRDefault="005E0D9B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4" w:history="1">
              <w:r w:rsidR="001E22BD" w:rsidRPr="00E472E2">
                <w:rPr>
                  <w:rStyle w:val="Hypertextovodkaz"/>
                  <w:rFonts w:cs="Arial"/>
                  <w:sz w:val="16"/>
                  <w:szCs w:val="16"/>
                </w:rPr>
                <w:t>sylva.sediva@ceproas.cz</w:t>
              </w:r>
            </w:hyperlink>
          </w:p>
          <w:p w:rsidR="001E22BD" w:rsidRPr="009A0F9B" w:rsidRDefault="005E0D9B" w:rsidP="009A4B9B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5" w:history="1">
              <w:r w:rsidR="001E22BD" w:rsidRPr="00E472E2">
                <w:rPr>
                  <w:rStyle w:val="Hypertextovodkaz"/>
                  <w:rFonts w:cs="Arial"/>
                  <w:sz w:val="16"/>
                  <w:szCs w:val="16"/>
                </w:rPr>
                <w:t>josef.jech@ceproas.cz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1E22B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Pavel Hýsek</w:t>
            </w:r>
          </w:p>
        </w:tc>
        <w:tc>
          <w:tcPr>
            <w:tcW w:w="1839" w:type="dxa"/>
            <w:vAlign w:val="center"/>
          </w:tcPr>
          <w:p w:rsidR="00C30D59" w:rsidRPr="009A0F9B" w:rsidRDefault="001E22B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724 643 510</w:t>
            </w:r>
          </w:p>
        </w:tc>
        <w:tc>
          <w:tcPr>
            <w:tcW w:w="2303" w:type="dxa"/>
            <w:vAlign w:val="center"/>
          </w:tcPr>
          <w:p w:rsidR="001E22BD" w:rsidRPr="009A0F9B" w:rsidRDefault="005E0D9B" w:rsidP="001E22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/>
              </w:rPr>
            </w:pPr>
            <w:hyperlink r:id="rId16" w:history="1">
              <w:r w:rsidR="001E22BD" w:rsidRPr="00E472E2">
                <w:rPr>
                  <w:rStyle w:val="Hypertextovodkaz"/>
                  <w:rFonts w:cs="Arial"/>
                  <w:sz w:val="16"/>
                  <w:szCs w:val="16"/>
                </w:rPr>
                <w:t>pavel.hysek@ceproas.cz</w:t>
              </w:r>
            </w:hyperlink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1E22BD" w:rsidRDefault="00C30D59" w:rsidP="00C30D59">
      <w:pPr>
        <w:pStyle w:val="Odstavec2"/>
        <w:rPr>
          <w:highlight w:val="yellow"/>
        </w:rPr>
      </w:pPr>
      <w:r>
        <w:t>Zhotovitel:</w:t>
      </w:r>
      <w:r>
        <w:tab/>
      </w:r>
      <w:r>
        <w:tab/>
      </w:r>
      <w:r>
        <w:tab/>
      </w:r>
      <w:r w:rsidRPr="001E22BD">
        <w:rPr>
          <w:b/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  <w:r w:rsidRPr="001E22BD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 xml:space="preserve">Obchodní rejstřík </w:t>
      </w:r>
      <w:r w:rsidRPr="001E22BD">
        <w:rPr>
          <w:highlight w:val="yellow"/>
        </w:rPr>
        <w:t>………..,</w:t>
      </w:r>
      <w:r>
        <w:t xml:space="preserve"> oddíl </w:t>
      </w:r>
      <w:r w:rsidRPr="001E22BD">
        <w:rPr>
          <w:highlight w:val="yellow"/>
        </w:rPr>
        <w:t>…,</w:t>
      </w:r>
      <w:r>
        <w:t xml:space="preserve"> vložka </w:t>
      </w:r>
      <w:r w:rsidRPr="001E22BD">
        <w:rPr>
          <w:highlight w:val="yellow"/>
        </w:rPr>
        <w:t>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</w:r>
      <w:r w:rsidRPr="001E22BD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č.</w:t>
      </w:r>
      <w:r w:rsidR="001E22BD">
        <w:t xml:space="preserve"> </w:t>
      </w:r>
      <w:r>
        <w:t>účtu:</w:t>
      </w:r>
      <w:r>
        <w:tab/>
      </w:r>
      <w:r>
        <w:tab/>
      </w:r>
      <w:r>
        <w:tab/>
      </w:r>
      <w:r>
        <w:tab/>
      </w:r>
      <w:r w:rsidRPr="001E22BD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E22BD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</w:r>
      <w:r w:rsidRPr="001E22BD">
        <w:rPr>
          <w:highlight w:val="yellow"/>
        </w:rPr>
        <w:t>……………...</w:t>
      </w:r>
    </w:p>
    <w:p w:rsidR="00C30D59" w:rsidRDefault="0000489E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</w:r>
      <w:r w:rsidR="00C30D59" w:rsidRPr="001E22BD">
        <w:rPr>
          <w:highlight w:val="yellow"/>
        </w:rPr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E22BD">
        <w:rPr>
          <w:highlight w:val="yellow"/>
        </w:rPr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E22B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1E22BD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E22B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1E22BD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E22B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1E22BD">
              <w:rPr>
                <w:rFonts w:cs="Arial"/>
                <w:color w:val="000000"/>
                <w:sz w:val="16"/>
                <w:szCs w:val="16"/>
                <w:highlight w:val="yellow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E22B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1E22BD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E22B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1E22BD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Default="00B20BE0" w:rsidP="00B20BE0">
      <w:pPr>
        <w:pStyle w:val="Odstavec2"/>
      </w:pPr>
      <w:r w:rsidRPr="00B20BE0">
        <w:t xml:space="preserve">Předmětem této Smlouvy je realizace </w:t>
      </w:r>
      <w:r w:rsidRPr="001E22BD">
        <w:t>díla „</w:t>
      </w:r>
      <w:r w:rsidR="008D315C">
        <w:t>Oprava komunikací společnosti ČEPRO, a.s. ve skladu Cerekvice nad Bystřicí</w:t>
      </w:r>
      <w:r w:rsidRPr="001E22BD">
        <w:t>“, (dále jen „</w:t>
      </w:r>
      <w:r w:rsidRPr="001E22BD">
        <w:rPr>
          <w:b/>
          <w:i/>
        </w:rPr>
        <w:t>Dílo</w:t>
      </w:r>
      <w:r w:rsidRPr="001E22BD">
        <w:t>“).</w:t>
      </w:r>
    </w:p>
    <w:p w:rsidR="0099532A" w:rsidRPr="001E22BD" w:rsidRDefault="0099532A" w:rsidP="00B56CB5">
      <w:pPr>
        <w:pStyle w:val="Odstavec3"/>
      </w:pPr>
      <w:r>
        <w:t xml:space="preserve">Realizace Díla zahrnuje provedení </w:t>
      </w:r>
      <w:r w:rsidR="00B56CB5">
        <w:t xml:space="preserve">lokálních </w:t>
      </w:r>
      <w:r>
        <w:t xml:space="preserve">oprav </w:t>
      </w:r>
      <w:r w:rsidR="00B56CB5">
        <w:t xml:space="preserve">výtluků </w:t>
      </w:r>
      <w:r>
        <w:t xml:space="preserve">vozovky účelové komunikace, a to příjezdové komunikace </w:t>
      </w:r>
      <w:r w:rsidRPr="0099532A">
        <w:t>v úseku od silnice I/35 v Sadové ke skladu ČEPRO, a.s. v Cerekvici nad Bystřicí</w:t>
      </w:r>
      <w:r>
        <w:t xml:space="preserve"> </w:t>
      </w:r>
      <w:r w:rsidR="00B56CB5">
        <w:t>v rozsahu 500 m</w:t>
      </w:r>
      <w:r w:rsidR="00B56CB5" w:rsidRPr="00B56CB5">
        <w:rPr>
          <w:vertAlign w:val="superscript"/>
        </w:rPr>
        <w:t>2</w:t>
      </w:r>
      <w:r w:rsidR="00B56CB5">
        <w:t xml:space="preserve"> </w:t>
      </w:r>
      <w:r>
        <w:t>a komunikace v areálu skladu Objednatele</w:t>
      </w:r>
      <w:r w:rsidR="00B56CB5">
        <w:t xml:space="preserve"> v rozsahu 120 m</w:t>
      </w:r>
      <w:r w:rsidR="00B56CB5" w:rsidRPr="00B56CB5">
        <w:rPr>
          <w:vertAlign w:val="superscript"/>
        </w:rPr>
        <w:t>2</w:t>
      </w:r>
      <w:r>
        <w:t>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99532A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FF47D2">
        <w:t xml:space="preserve">13. 1. 2014 </w:t>
      </w:r>
      <w:r>
        <w:t>k zakázce č.</w:t>
      </w:r>
      <w:r w:rsidR="00FF47D2">
        <w:t>015/14/OCN</w:t>
      </w:r>
      <w:r>
        <w:t>, nazvané „</w:t>
      </w:r>
      <w:r w:rsidR="008D315C">
        <w:t>Oprava komunikací společnosti ČEPRO, a.s. ve skladu Cerekvice nad Bystřicí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99532A">
        <w:t>D</w:t>
      </w:r>
      <w:r w:rsidRPr="00AF68B0">
        <w:t>íla podle Zadávací dokumentace v celém jeho rozsahu a se všemi jeho součástmi.</w:t>
      </w:r>
    </w:p>
    <w:p w:rsidR="00DD6392" w:rsidRPr="008D315C" w:rsidRDefault="00DD6392" w:rsidP="00DD6392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Pr="008D315C">
        <w:t>je součástí Nabídky.</w:t>
      </w:r>
    </w:p>
    <w:p w:rsidR="00EF105C" w:rsidRDefault="00DD6392" w:rsidP="00DD57F1">
      <w:pPr>
        <w:pStyle w:val="Odstavec2"/>
      </w:pPr>
      <w:r w:rsidRPr="00DD57F1">
        <w:t>Objednatel zajistí pro realizaci Díla</w:t>
      </w:r>
      <w:r>
        <w:t xml:space="preserve">: </w:t>
      </w:r>
      <w:r w:rsidRPr="008D315C">
        <w:t>povolení ke vstupu na pozemky a/nebo do prostor dotčených zhotovováním Díla (tj. na Staveniště)</w:t>
      </w:r>
      <w:r w:rsidR="00EF105C">
        <w:t>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8D315C" w:rsidRDefault="007F3FC6" w:rsidP="008D315C">
      <w:pPr>
        <w:pStyle w:val="Odstavec2"/>
      </w:pPr>
      <w:r w:rsidRPr="007F3FC6">
        <w:t xml:space="preserve">Místem plnění je: </w:t>
      </w:r>
      <w:r w:rsidR="008D315C">
        <w:t>účelová příjezdová komunikace ke skladu a komunikace v areálu skladu ČEPRO, a.s., Cerekvice nad Bystřicí</w:t>
      </w:r>
      <w:r w:rsidR="00010E4A">
        <w:t>.</w:t>
      </w:r>
    </w:p>
    <w:p w:rsidR="007F3FC6" w:rsidRDefault="007F3FC6" w:rsidP="007F3FC6">
      <w:pPr>
        <w:pStyle w:val="Odstavec2"/>
      </w:pPr>
      <w:r w:rsidRPr="007F3FC6">
        <w:t xml:space="preserve">Místo plnění se nachází </w:t>
      </w:r>
      <w:r w:rsidR="00361795">
        <w:t xml:space="preserve">z části </w:t>
      </w:r>
      <w:r w:rsidRPr="007F3FC6">
        <w:t>v areálu provozu Objednatele a Dílo</w:t>
      </w:r>
      <w:r>
        <w:t xml:space="preserve"> </w:t>
      </w:r>
      <w:r w:rsidRPr="0006292B">
        <w:t>bude prováděno</w:t>
      </w:r>
      <w:r w:rsidRPr="007F3FC6">
        <w:t xml:space="preserve"> za provozu</w:t>
      </w:r>
      <w:r w:rsidR="00361795">
        <w:t xml:space="preserve"> na účelové komunikaci a za provozu skladu Objednatele. Smluvní strany se dohodly, že</w:t>
      </w:r>
      <w:r w:rsidRPr="007F3FC6">
        <w:t xml:space="preserve"> případné </w:t>
      </w:r>
      <w:r w:rsidRPr="007F3FC6">
        <w:lastRenderedPageBreak/>
        <w:t xml:space="preserve">náklady Zhotovitele vzniklé z důvodu této skutečnosti, např. z důvodu opatření k dodržování předpisů Objednatele platných v místě plnění a veškerém dotčeném okolí místa plnění, kde je </w:t>
      </w:r>
      <w:r w:rsidR="00361795">
        <w:t>D</w:t>
      </w:r>
      <w:r w:rsidRPr="007F3FC6">
        <w:t>ílo Zhotovitelem prováděno, jsou zahrnuty v Ceně díla.</w:t>
      </w:r>
    </w:p>
    <w:p w:rsidR="007F3FC6" w:rsidRPr="00B56CB5" w:rsidRDefault="007F3FC6" w:rsidP="007F3FC6">
      <w:pPr>
        <w:pStyle w:val="Odstavec2"/>
        <w:rPr>
          <w:i/>
        </w:rPr>
      </w:pPr>
      <w:r w:rsidRPr="007F3FC6">
        <w:t>Termíny provedení Díla</w:t>
      </w:r>
      <w:r w:rsidRPr="00B56CB5">
        <w:rPr>
          <w:i/>
        </w:rPr>
        <w:t>:</w:t>
      </w:r>
      <w:r w:rsidR="00B56CB5" w:rsidRPr="00B56CB5">
        <w:rPr>
          <w:i/>
        </w:rPr>
        <w:t xml:space="preserve"> /bude upřesněno před uzavřením smlouvy dle schváleného harmonogramu/</w:t>
      </w:r>
    </w:p>
    <w:p w:rsidR="007F3FC6" w:rsidRPr="0006292B" w:rsidRDefault="007F3FC6" w:rsidP="007F3FC6">
      <w:pPr>
        <w:pStyle w:val="Odstavec2"/>
        <w:numPr>
          <w:ilvl w:val="0"/>
          <w:numId w:val="0"/>
        </w:numPr>
        <w:ind w:left="567"/>
      </w:pPr>
      <w:r w:rsidRPr="0006292B">
        <w:t xml:space="preserve">Zahájení Díla: </w:t>
      </w:r>
      <w:r w:rsidR="0006292B" w:rsidRPr="0006292B">
        <w:t>květen 2014</w:t>
      </w:r>
    </w:p>
    <w:p w:rsidR="007F3FC6" w:rsidRPr="0006292B" w:rsidRDefault="007F3FC6" w:rsidP="007F3FC6">
      <w:pPr>
        <w:pStyle w:val="Odstavec2"/>
        <w:numPr>
          <w:ilvl w:val="0"/>
          <w:numId w:val="0"/>
        </w:numPr>
        <w:ind w:left="567"/>
      </w:pPr>
      <w:r w:rsidRPr="0006292B">
        <w:t xml:space="preserve">Dokončení Díla: </w:t>
      </w:r>
      <w:r w:rsidR="0006292B">
        <w:t>květen 2014</w:t>
      </w:r>
    </w:p>
    <w:p w:rsidR="007F3FC6" w:rsidRPr="0006292B" w:rsidRDefault="007F3FC6" w:rsidP="007F3FC6">
      <w:pPr>
        <w:pStyle w:val="Odstavec2"/>
        <w:numPr>
          <w:ilvl w:val="0"/>
          <w:numId w:val="0"/>
        </w:numPr>
        <w:ind w:left="567"/>
      </w:pPr>
      <w:r w:rsidRPr="0006292B">
        <w:t>Předání Díla:</w:t>
      </w:r>
      <w:r w:rsidR="0006292B">
        <w:t xml:space="preserve"> </w:t>
      </w:r>
      <w:r w:rsidR="00EF105C">
        <w:t>červen</w:t>
      </w:r>
      <w:r w:rsidR="0006292B">
        <w:t xml:space="preserve"> 2014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EF105C">
        <w:t>Zhotovitel je povinen realizovat Dílo v termínech uvedených v Harmonogramu plnění uvedeném v Nabídce, resp. odsouhlaseném Objednatelem (dále jen „</w:t>
      </w:r>
      <w:r w:rsidRPr="00EF105C">
        <w:rPr>
          <w:b/>
          <w:i/>
        </w:rPr>
        <w:t>Harmonogram plnění</w:t>
      </w:r>
      <w:r w:rsidRPr="00EF105C">
        <w:t>“)</w:t>
      </w:r>
      <w:r w:rsidR="0000489E">
        <w:t>, jenž tvoří přílohu této Smlouvy.</w:t>
      </w:r>
    </w:p>
    <w:p w:rsidR="007F3FC6" w:rsidRDefault="007F3FC6" w:rsidP="007F3FC6">
      <w:pPr>
        <w:pStyle w:val="Odstavec2"/>
      </w:pPr>
      <w:r w:rsidRPr="007F3FC6">
        <w:t xml:space="preserve">Řádné provedení </w:t>
      </w:r>
      <w:r w:rsidRPr="0006292B">
        <w:t>Díla nevyžaduje odstávku/y provozu Objednatele či jeho části</w:t>
      </w:r>
      <w:r w:rsidR="0006292B" w:rsidRPr="0006292B">
        <w:t>.</w:t>
      </w:r>
      <w:r w:rsidRPr="0006292B">
        <w:t xml:space="preserve">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06292B" w:rsidRDefault="002F6183" w:rsidP="002F6183">
      <w:pPr>
        <w:pStyle w:val="Odstavec3"/>
      </w:pPr>
      <w:r w:rsidRPr="002F6183">
        <w:t xml:space="preserve">Přejímka Staveniště </w:t>
      </w:r>
      <w:r w:rsidRPr="0006292B">
        <w:t xml:space="preserve">proběhne </w:t>
      </w:r>
      <w:r w:rsidR="0006292B" w:rsidRPr="0006292B">
        <w:t>jednorázově.</w:t>
      </w:r>
    </w:p>
    <w:p w:rsidR="002F6183" w:rsidRPr="00EF105C" w:rsidRDefault="00521FE0" w:rsidP="002F6183">
      <w:pPr>
        <w:pStyle w:val="Odstavec3"/>
      </w:pPr>
      <w:r w:rsidRPr="00521FE0">
        <w:t xml:space="preserve">Součástí předání a </w:t>
      </w:r>
      <w:r w:rsidRPr="00EF105C">
        <w:t>převzetí Staveniště je i předání dokumentů stanovených obecně závaznými právními předpisy a níže uvedených dokumentů Objednatelem Zhotoviteli, pokud nebyly tyto dokumenty předány již dříve, a to:</w:t>
      </w:r>
    </w:p>
    <w:p w:rsidR="00521FE0" w:rsidRPr="00EF105C" w:rsidRDefault="00521FE0" w:rsidP="00521FE0">
      <w:pPr>
        <w:pStyle w:val="Odstavec3"/>
        <w:numPr>
          <w:ilvl w:val="2"/>
          <w:numId w:val="26"/>
        </w:numPr>
      </w:pPr>
      <w:r w:rsidRPr="00EF105C">
        <w:t>podm</w:t>
      </w:r>
      <w:r w:rsidRPr="00EF105C">
        <w:rPr>
          <w:rFonts w:cs="Arial"/>
        </w:rPr>
        <w:t>í</w:t>
      </w:r>
      <w:r w:rsidRPr="00EF105C">
        <w:t>nky vztahuj</w:t>
      </w:r>
      <w:r w:rsidRPr="00EF105C">
        <w:rPr>
          <w:rFonts w:cs="Arial"/>
        </w:rPr>
        <w:t>í</w:t>
      </w:r>
      <w:r w:rsidRPr="00EF105C">
        <w:t>c</w:t>
      </w:r>
      <w:r w:rsidRPr="00EF105C">
        <w:rPr>
          <w:rFonts w:cs="Arial"/>
        </w:rPr>
        <w:t>í</w:t>
      </w:r>
      <w:r w:rsidRPr="00EF105C">
        <w:t xml:space="preserve"> se k ochran</w:t>
      </w:r>
      <w:r w:rsidRPr="00EF105C">
        <w:rPr>
          <w:rFonts w:cs="Arial"/>
        </w:rPr>
        <w:t>ě</w:t>
      </w:r>
      <w:r w:rsidRPr="00EF105C">
        <w:t xml:space="preserve"> </w:t>
      </w:r>
      <w:r w:rsidRPr="00EF105C">
        <w:rPr>
          <w:rFonts w:cs="Arial"/>
        </w:rPr>
        <w:t>ž</w:t>
      </w:r>
      <w:r w:rsidRPr="00EF105C">
        <w:t>ivotn</w:t>
      </w:r>
      <w:r w:rsidRPr="00EF105C">
        <w:rPr>
          <w:rFonts w:cs="Arial"/>
        </w:rPr>
        <w:t>í</w:t>
      </w:r>
      <w:r w:rsidRPr="00EF105C">
        <w:t>ho prost</w:t>
      </w:r>
      <w:r w:rsidRPr="00EF105C">
        <w:rPr>
          <w:rFonts w:cs="Arial"/>
        </w:rPr>
        <w:t>ř</w:t>
      </w:r>
      <w:r w:rsidRPr="00EF105C">
        <w:t>ed</w:t>
      </w:r>
      <w:r w:rsidRPr="00EF105C">
        <w:rPr>
          <w:rFonts w:cs="Arial"/>
        </w:rPr>
        <w:t>í</w:t>
      </w:r>
      <w:r w:rsidRPr="00EF105C">
        <w:t xml:space="preserve"> (zejm</w:t>
      </w:r>
      <w:r w:rsidRPr="00EF105C">
        <w:rPr>
          <w:rFonts w:cs="Arial"/>
        </w:rPr>
        <w:t>é</w:t>
      </w:r>
      <w:r w:rsidRPr="00EF105C">
        <w:t>na v ot</w:t>
      </w:r>
      <w:r w:rsidRPr="00EF105C">
        <w:rPr>
          <w:rFonts w:cs="Arial"/>
        </w:rPr>
        <w:t>á</w:t>
      </w:r>
      <w:r w:rsidRPr="00EF105C">
        <w:t>zk</w:t>
      </w:r>
      <w:r w:rsidRPr="00EF105C">
        <w:rPr>
          <w:rFonts w:cs="Arial"/>
        </w:rPr>
        <w:t>á</w:t>
      </w:r>
      <w:r w:rsidRPr="00EF105C">
        <w:t>ch zelen</w:t>
      </w:r>
      <w:r w:rsidRPr="00EF105C">
        <w:rPr>
          <w:rFonts w:cs="Arial"/>
        </w:rPr>
        <w:t>ě</w:t>
      </w:r>
      <w:r w:rsidRPr="00EF105C">
        <w:t>, manipulace s odpady, odvod zne</w:t>
      </w:r>
      <w:r w:rsidRPr="00EF105C">
        <w:rPr>
          <w:rFonts w:cs="Arial"/>
        </w:rPr>
        <w:t>č</w:t>
      </w:r>
      <w:r w:rsidRPr="00EF105C">
        <w:t>i</w:t>
      </w:r>
      <w:r w:rsidRPr="00EF105C">
        <w:rPr>
          <w:rFonts w:cs="Arial"/>
        </w:rPr>
        <w:t>š</w:t>
      </w:r>
      <w:r w:rsidRPr="00EF105C">
        <w:t>t</w:t>
      </w:r>
      <w:r w:rsidRPr="00EF105C">
        <w:rPr>
          <w:rFonts w:cs="Arial"/>
        </w:rPr>
        <w:t>ě</w:t>
      </w:r>
      <w:r w:rsidRPr="00EF105C">
        <w:t>n</w:t>
      </w:r>
      <w:r w:rsidRPr="00EF105C">
        <w:rPr>
          <w:rFonts w:cs="Arial"/>
        </w:rPr>
        <w:t>ý</w:t>
      </w:r>
      <w:r w:rsidRPr="00EF105C">
        <w:t>ch vod apod.),</w:t>
      </w:r>
    </w:p>
    <w:p w:rsidR="00521FE0" w:rsidRPr="005B5B7D" w:rsidRDefault="00C35DD8" w:rsidP="00521FE0">
      <w:pPr>
        <w:pStyle w:val="Odstavec3"/>
        <w:numPr>
          <w:ilvl w:val="2"/>
          <w:numId w:val="26"/>
        </w:numPr>
      </w:pPr>
      <w:r w:rsidRPr="005B5B7D">
        <w:t>plánek se</w:t>
      </w:r>
      <w:r w:rsidR="00521FE0" w:rsidRPr="005B5B7D">
        <w:t xml:space="preserve"> </w:t>
      </w:r>
      <w:r w:rsidRPr="005B5B7D">
        <w:t>zaměřenými</w:t>
      </w:r>
      <w:r w:rsidR="00521FE0" w:rsidRPr="005B5B7D">
        <w:t xml:space="preserve"> st</w:t>
      </w:r>
      <w:r w:rsidR="00521FE0" w:rsidRPr="005B5B7D">
        <w:rPr>
          <w:rFonts w:cs="Arial"/>
        </w:rPr>
        <w:t>á</w:t>
      </w:r>
      <w:r w:rsidR="00521FE0" w:rsidRPr="005B5B7D">
        <w:t>vaj</w:t>
      </w:r>
      <w:r w:rsidR="00521FE0" w:rsidRPr="005B5B7D">
        <w:rPr>
          <w:rFonts w:cs="Arial"/>
        </w:rPr>
        <w:t>í</w:t>
      </w:r>
      <w:r w:rsidR="00521FE0" w:rsidRPr="005B5B7D">
        <w:t>c</w:t>
      </w:r>
      <w:r w:rsidR="00521FE0" w:rsidRPr="005B5B7D">
        <w:rPr>
          <w:rFonts w:cs="Arial"/>
        </w:rPr>
        <w:t>í</w:t>
      </w:r>
      <w:r w:rsidRPr="005B5B7D">
        <w:rPr>
          <w:rFonts w:cs="Arial"/>
        </w:rPr>
        <w:t>mi</w:t>
      </w:r>
      <w:r w:rsidR="00521FE0" w:rsidRPr="005B5B7D">
        <w:t xml:space="preserve"> in</w:t>
      </w:r>
      <w:r w:rsidR="00521FE0" w:rsidRPr="005B5B7D">
        <w:rPr>
          <w:rFonts w:cs="Arial"/>
        </w:rPr>
        <w:t>ž</w:t>
      </w:r>
      <w:r w:rsidR="00521FE0" w:rsidRPr="005B5B7D">
        <w:t>en</w:t>
      </w:r>
      <w:r w:rsidR="00521FE0" w:rsidRPr="005B5B7D">
        <w:rPr>
          <w:rFonts w:cs="Arial"/>
        </w:rPr>
        <w:t>ý</w:t>
      </w:r>
      <w:r w:rsidR="00521FE0" w:rsidRPr="005B5B7D">
        <w:t>rsk</w:t>
      </w:r>
      <w:r w:rsidR="00521FE0" w:rsidRPr="005B5B7D">
        <w:rPr>
          <w:rFonts w:cs="Arial"/>
        </w:rPr>
        <w:t>ý</w:t>
      </w:r>
      <w:r w:rsidRPr="005B5B7D">
        <w:rPr>
          <w:rFonts w:cs="Arial"/>
        </w:rPr>
        <w:t>mi</w:t>
      </w:r>
      <w:r w:rsidR="00521FE0" w:rsidRPr="005B5B7D">
        <w:t xml:space="preserve"> s</w:t>
      </w:r>
      <w:r w:rsidR="00521FE0" w:rsidRPr="005B5B7D">
        <w:rPr>
          <w:rFonts w:cs="Arial"/>
        </w:rPr>
        <w:t>í</w:t>
      </w:r>
      <w:r w:rsidR="00521FE0" w:rsidRPr="005B5B7D">
        <w:t>t</w:t>
      </w:r>
      <w:r w:rsidRPr="005B5B7D">
        <w:t>ěmi</w:t>
      </w:r>
      <w:r w:rsidR="00521FE0" w:rsidRPr="005B5B7D">
        <w:t xml:space="preserve"> nach</w:t>
      </w:r>
      <w:r w:rsidR="00521FE0" w:rsidRPr="005B5B7D">
        <w:rPr>
          <w:rFonts w:cs="Arial"/>
        </w:rPr>
        <w:t>á</w:t>
      </w:r>
      <w:r w:rsidR="00521FE0" w:rsidRPr="005B5B7D">
        <w:t>zej</w:t>
      </w:r>
      <w:r w:rsidR="00521FE0" w:rsidRPr="005B5B7D">
        <w:rPr>
          <w:rFonts w:cs="Arial"/>
        </w:rPr>
        <w:t>í</w:t>
      </w:r>
      <w:r w:rsidR="00521FE0" w:rsidRPr="005B5B7D">
        <w:t>c</w:t>
      </w:r>
      <w:r w:rsidR="00521FE0" w:rsidRPr="005B5B7D">
        <w:rPr>
          <w:rFonts w:cs="Arial"/>
        </w:rPr>
        <w:t>í</w:t>
      </w:r>
      <w:r w:rsidR="00521FE0" w:rsidRPr="005B5B7D">
        <w:t>ch se v prostoru Staveni</w:t>
      </w:r>
      <w:r w:rsidR="00521FE0" w:rsidRPr="005B5B7D">
        <w:rPr>
          <w:rFonts w:cs="Arial"/>
        </w:rPr>
        <w:t>š</w:t>
      </w:r>
      <w:r w:rsidR="00521FE0" w:rsidRPr="005B5B7D">
        <w:t>t</w:t>
      </w:r>
      <w:r w:rsidR="00521FE0" w:rsidRPr="005B5B7D">
        <w:rPr>
          <w:rFonts w:cs="Arial"/>
        </w:rPr>
        <w:t>ě</w:t>
      </w:r>
      <w:r w:rsidR="00521FE0" w:rsidRPr="005B5B7D">
        <w:t>, p</w:t>
      </w:r>
      <w:r w:rsidR="00521FE0" w:rsidRPr="005B5B7D">
        <w:rPr>
          <w:rFonts w:cs="Arial"/>
        </w:rPr>
        <w:t>ří</w:t>
      </w:r>
      <w:r w:rsidR="00521FE0" w:rsidRPr="005B5B7D">
        <w:t>padn</w:t>
      </w:r>
      <w:r w:rsidR="00521FE0" w:rsidRPr="005B5B7D">
        <w:rPr>
          <w:rFonts w:cs="Arial"/>
        </w:rPr>
        <w:t>ě</w:t>
      </w:r>
      <w:r w:rsidR="00521FE0" w:rsidRPr="005B5B7D">
        <w:t xml:space="preserve"> i na pozemc</w:t>
      </w:r>
      <w:r w:rsidR="00521FE0" w:rsidRPr="005B5B7D">
        <w:rPr>
          <w:rFonts w:cs="Arial"/>
        </w:rPr>
        <w:t>í</w:t>
      </w:r>
      <w:r w:rsidR="00521FE0" w:rsidRPr="005B5B7D">
        <w:t>ch p</w:t>
      </w:r>
      <w:r w:rsidR="00521FE0" w:rsidRPr="005B5B7D">
        <w:rPr>
          <w:rFonts w:cs="Arial"/>
        </w:rPr>
        <w:t>ř</w:t>
      </w:r>
      <w:r w:rsidR="00521FE0" w:rsidRPr="005B5B7D">
        <w:t>ilehlých, které budou prováděním Díla dotčeny,</w:t>
      </w:r>
      <w:r w:rsidR="005B5B7D" w:rsidRPr="005B5B7D">
        <w:t xml:space="preserve"> </w:t>
      </w:r>
    </w:p>
    <w:p w:rsidR="00521FE0" w:rsidRPr="0006292B" w:rsidRDefault="00521FE0" w:rsidP="00521FE0">
      <w:pPr>
        <w:pStyle w:val="Odstavec3"/>
      </w:pPr>
      <w:r w:rsidRPr="00521FE0">
        <w:t xml:space="preserve">Zhotovitel je povinen předat vyklizené Staveniště bez vad </w:t>
      </w:r>
      <w:r w:rsidRPr="0006292B">
        <w:t>ve lhůtě předání a převzetí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06292B" w:rsidRDefault="005C5D01" w:rsidP="005C5D01">
      <w:pPr>
        <w:pStyle w:val="Odstavec2"/>
        <w:numPr>
          <w:ilvl w:val="0"/>
          <w:numId w:val="0"/>
        </w:numPr>
        <w:ind w:left="567"/>
      </w:pPr>
      <w:r w:rsidRPr="0006292B">
        <w:t>uhrazena jednorázově po řádném a úplném dokončení celého Díla</w:t>
      </w:r>
      <w:r w:rsidR="0001215A">
        <w:t xml:space="preserve"> </w:t>
      </w:r>
      <w:r w:rsidRPr="0006292B">
        <w:t>na základě faktury – daňového dokladu (dále jen „</w:t>
      </w:r>
      <w:r w:rsidRPr="0006292B">
        <w:rPr>
          <w:b/>
          <w:i/>
        </w:rPr>
        <w:t>faktura</w:t>
      </w:r>
      <w:r w:rsidRPr="0006292B">
        <w:t xml:space="preserve">“) vystavené po předání a převzetí Díla, o kterém </w:t>
      </w:r>
      <w:r w:rsidR="00E00091" w:rsidRPr="0006292B">
        <w:t xml:space="preserve">bude sepsán Protokol o předání </w:t>
      </w:r>
      <w:r w:rsidRPr="0006292B">
        <w:t>a převzetí.</w:t>
      </w:r>
    </w:p>
    <w:p w:rsidR="005C5D01" w:rsidRDefault="005C5D01" w:rsidP="00721C8A">
      <w:pPr>
        <w:pStyle w:val="Odstavec2"/>
      </w:pPr>
      <w:r w:rsidRPr="005C5D01">
        <w:t>Smluvní strany si zádržné</w:t>
      </w:r>
      <w:r>
        <w:t xml:space="preserve"> </w:t>
      </w:r>
      <w:r w:rsidRPr="0006292B">
        <w:t>nesjednávají.</w:t>
      </w:r>
      <w:r w:rsidR="00721C8A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podobě:  z elektronické adresy Zhotovitele: </w:t>
      </w:r>
      <w:r w:rsidRPr="0006292B">
        <w:rPr>
          <w:highlight w:val="yellow"/>
        </w:rPr>
        <w:t>………...</w:t>
      </w:r>
      <w:r>
        <w:t xml:space="preserve">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7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06292B">
        <w:t>45</w:t>
      </w:r>
      <w:r w:rsidRPr="00E00091">
        <w:t xml:space="preserve"> dnů od jejího doručení Objednateli</w:t>
      </w:r>
      <w:r>
        <w:t>.</w:t>
      </w:r>
    </w:p>
    <w:p w:rsidR="007B1761" w:rsidRDefault="007B1761" w:rsidP="00280022">
      <w:pPr>
        <w:pStyle w:val="lnek"/>
      </w:pPr>
      <w:r w:rsidRPr="007B1761">
        <w:lastRenderedPageBreak/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876EBD" w:rsidRDefault="00AE3CC7" w:rsidP="00E322F9">
      <w:pPr>
        <w:pStyle w:val="Odstavec2"/>
      </w:pPr>
      <w:r w:rsidRPr="00AE3CC7">
        <w:t>Předání</w:t>
      </w:r>
      <w:r>
        <w:t xml:space="preserve"> a převzetí Díla se uskuteční </w:t>
      </w:r>
      <w:r w:rsidR="00E322F9" w:rsidRPr="00876EBD">
        <w:t>po řádném dokončení celého Díla.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6F5596" w:rsidRPr="00876EBD" w:rsidRDefault="00876EBD" w:rsidP="006F5596">
      <w:pPr>
        <w:pStyle w:val="Body"/>
      </w:pPr>
      <w:r w:rsidRPr="00876EBD">
        <w:t>foto</w:t>
      </w:r>
      <w:r w:rsidR="006F5596" w:rsidRPr="00876EBD">
        <w:t xml:space="preserve">dokumentace </w:t>
      </w:r>
      <w:r w:rsidR="00B56CB5">
        <w:t xml:space="preserve">o průběhu realizace </w:t>
      </w:r>
      <w:r w:rsidR="0001215A">
        <w:t>D</w:t>
      </w:r>
      <w:r w:rsidR="006F5596" w:rsidRPr="00876EBD">
        <w:t>íla</w:t>
      </w:r>
    </w:p>
    <w:p w:rsidR="006F5596" w:rsidRPr="00B25071" w:rsidRDefault="006F5596" w:rsidP="006F5596">
      <w:pPr>
        <w:pStyle w:val="Body"/>
      </w:pPr>
      <w:r w:rsidRPr="00B25071">
        <w:t xml:space="preserve">technickou specifikaci, atesty, prohlášení o shodě, certifikáty a osvědčení o jakosti materiálů a výrobků použitých pro realizaci </w:t>
      </w:r>
      <w:r w:rsidR="0001215A">
        <w:t>D</w:t>
      </w:r>
      <w:r w:rsidRPr="00B25071">
        <w:t>íla</w:t>
      </w:r>
    </w:p>
    <w:p w:rsidR="006F5596" w:rsidRPr="00B25071" w:rsidRDefault="006F5596" w:rsidP="006F5596">
      <w:pPr>
        <w:pStyle w:val="Body"/>
      </w:pPr>
      <w:r w:rsidRPr="00B25071">
        <w:t>stavební deník</w:t>
      </w:r>
      <w:r w:rsidR="00B25071">
        <w:t xml:space="preserve"> </w:t>
      </w:r>
    </w:p>
    <w:p w:rsidR="00BE2E82" w:rsidRPr="00B25071" w:rsidRDefault="006F5596" w:rsidP="006F5596">
      <w:pPr>
        <w:pStyle w:val="Body"/>
        <w:rPr>
          <w:rStyle w:val="Odkaznakoment"/>
          <w:sz w:val="20"/>
          <w:szCs w:val="20"/>
        </w:rPr>
      </w:pPr>
      <w:r w:rsidRPr="00B25071">
        <w:t xml:space="preserve">doklady o ekologické likvidaci veškerých odpadů vzniklých prováděním </w:t>
      </w:r>
      <w:r w:rsidR="0001215A">
        <w:t>D</w:t>
      </w:r>
      <w:r w:rsidRPr="00B25071">
        <w:t>íla</w:t>
      </w:r>
      <w:r w:rsidRPr="00B25071">
        <w:rPr>
          <w:rStyle w:val="Odkaznakoment"/>
          <w:sz w:val="20"/>
          <w:szCs w:val="20"/>
        </w:rPr>
        <w:t xml:space="preserve"> 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B25071" w:rsidP="00CD1BFE">
      <w:pPr>
        <w:pStyle w:val="Odstavec2"/>
        <w:numPr>
          <w:ilvl w:val="0"/>
          <w:numId w:val="29"/>
        </w:numPr>
      </w:pPr>
      <w:r>
        <w:t>2</w:t>
      </w:r>
      <w:r w:rsidR="00CD1BFE">
        <w:t>x v listinné podobě;</w:t>
      </w:r>
    </w:p>
    <w:p w:rsidR="00CD1BFE" w:rsidRPr="00B25071" w:rsidRDefault="00B25071" w:rsidP="00CD1BFE">
      <w:pPr>
        <w:pStyle w:val="Odstavec2"/>
        <w:numPr>
          <w:ilvl w:val="0"/>
          <w:numId w:val="29"/>
        </w:numPr>
      </w:pPr>
      <w:r>
        <w:t>1</w:t>
      </w:r>
      <w:r w:rsidR="00CD1BFE">
        <w:t xml:space="preserve">x v elektronické podobě ve formátu </w:t>
      </w:r>
      <w:r w:rsidR="00CD1BFE" w:rsidRPr="00B25071">
        <w:t>docx / xlsx / pdf</w:t>
      </w:r>
      <w:r w:rsidR="0001215A">
        <w:t>.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B25071">
        <w:t xml:space="preserve">24 </w:t>
      </w:r>
      <w:r w:rsidRPr="00CD1BFE">
        <w:t>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</w:t>
      </w:r>
      <w:r w:rsidR="00B25071">
        <w:t xml:space="preserve">reklamované </w:t>
      </w:r>
      <w:r>
        <w:t xml:space="preserve">vady </w:t>
      </w:r>
      <w:r w:rsidRPr="00216448">
        <w:t xml:space="preserve">odstranit nejpozději do </w:t>
      </w:r>
      <w:r w:rsidR="00B25071">
        <w:t>14 dnů od oznámení vady Díla Objednatelem Zhotoviteli.</w:t>
      </w:r>
    </w:p>
    <w:p w:rsidR="00216448" w:rsidRPr="00B25071" w:rsidRDefault="00216448" w:rsidP="00216448">
      <w:pPr>
        <w:pStyle w:val="Odstavec2"/>
        <w:rPr>
          <w:highlight w:val="yellow"/>
        </w:rPr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přijímá </w:t>
      </w:r>
      <w:r w:rsidRPr="00B25071">
        <w:rPr>
          <w:highlight w:val="yellow"/>
        </w:rPr>
        <w:t>nahlášení vad 24 hodin denně 7 dní v týdnu / v pracovní dny v pracovní době od …… do ……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B25071" w:rsidRDefault="00216448" w:rsidP="00216448">
      <w:pPr>
        <w:pStyle w:val="Odstavec2"/>
      </w:pPr>
      <w:r w:rsidRPr="00B25071">
        <w:t xml:space="preserve">Zhotovitel prohlašuje, že má ke dni podpisu Smlouvy platně </w:t>
      </w:r>
      <w:r w:rsidRPr="00B25071">
        <w:rPr>
          <w:iCs/>
        </w:rPr>
        <w:t>uzavřeno příslušné pojištění</w:t>
      </w:r>
    </w:p>
    <w:p w:rsidR="00216448" w:rsidRPr="00B25071" w:rsidRDefault="00216448" w:rsidP="00216448">
      <w:pPr>
        <w:pStyle w:val="Odstavec2"/>
        <w:numPr>
          <w:ilvl w:val="0"/>
          <w:numId w:val="32"/>
        </w:numPr>
      </w:pPr>
      <w:r w:rsidRPr="00B25071">
        <w:t xml:space="preserve">pro případ odpovědnosti za škodu způsobenou třetí osobě vzniklou v souvislosti s výkonem jeho podnikatelské činnosti s pojistným plněním ve výši min. </w:t>
      </w:r>
      <w:r w:rsidR="00B25071" w:rsidRPr="00B25071">
        <w:t>500 000</w:t>
      </w:r>
      <w:r w:rsidRPr="00B25071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B25071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B25071">
        <w:t xml:space="preserve">prodlení v zákonné výši podle občanskoprávních předpisů a to za každý i započatý den prodlení.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B25071">
        <w:rPr>
          <w:bCs/>
        </w:rPr>
        <w:t>0,5</w:t>
      </w:r>
      <w:r w:rsidRPr="00280022">
        <w:rPr>
          <w:bCs/>
        </w:rPr>
        <w:t xml:space="preserve"> % z Ceny díla za každý i započatý den prodlení.</w:t>
      </w:r>
    </w:p>
    <w:p w:rsidR="00280022" w:rsidRPr="00B25071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</w:t>
      </w:r>
      <w:r w:rsidRPr="00B25071">
        <w:rPr>
          <w:bCs/>
        </w:rPr>
        <w:t xml:space="preserve">výši </w:t>
      </w:r>
      <w:r w:rsidR="00B25071" w:rsidRPr="00B25071">
        <w:rPr>
          <w:bCs/>
        </w:rPr>
        <w:t>5 000</w:t>
      </w:r>
      <w:r w:rsidRPr="00B25071">
        <w:rPr>
          <w:bCs/>
        </w:rPr>
        <w:t>,- Kč.</w:t>
      </w:r>
    </w:p>
    <w:p w:rsidR="00280022" w:rsidRDefault="00280022" w:rsidP="00280022">
      <w:pPr>
        <w:pStyle w:val="Odstavec2"/>
      </w:pPr>
      <w:r w:rsidRPr="00280022">
        <w:rPr>
          <w:bCs/>
        </w:rPr>
        <w:lastRenderedPageBreak/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B25071">
        <w:t>1 000,-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B25071">
        <w:t xml:space="preserve">1 000,- </w:t>
      </w:r>
      <w:r w:rsidRPr="00280022">
        <w:t>Kč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B25071">
        <w:t>500,-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B25071">
        <w:t>500,-</w:t>
      </w:r>
      <w:r w:rsidRPr="00280022">
        <w:t xml:space="preserve"> Kč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B25071">
        <w:t>5 000,-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 č.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</w:t>
      </w:r>
      <w:r w:rsidR="00B25071">
        <w:t>anovení</w:t>
      </w:r>
      <w:r w:rsidR="002525FB">
        <w:t xml:space="preserve"> § 2620 odst. 2, z.</w:t>
      </w:r>
      <w:r w:rsidR="002525FB" w:rsidRPr="002525FB">
        <w:t xml:space="preserve"> č. 89/2012 Sb., občanského zákoníku</w:t>
      </w:r>
      <w:r w:rsidR="002525FB">
        <w:t>, a dále že bez předchozího písemného souhlasu Objednatele Zhotovitel nepřevede svá práva a povinnosti ze Smlouvy ani její části třetí osobě podle ust</w:t>
      </w:r>
      <w:r w:rsidR="00B25071">
        <w:t>anovení</w:t>
      </w:r>
      <w:r w:rsidR="002525FB">
        <w:t xml:space="preserve">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964273" w:rsidRDefault="00BA59A8" w:rsidP="00BA59A8">
      <w:pPr>
        <w:pStyle w:val="Odstavec2"/>
      </w:pPr>
      <w:bookmarkStart w:id="3" w:name="_Ref321332148"/>
      <w:r w:rsidRPr="00964273">
        <w:t>Nedílnou součástí této Smlouvy jsou přílohy:</w:t>
      </w:r>
      <w:bookmarkEnd w:id="3"/>
    </w:p>
    <w:p w:rsidR="00BA59A8" w:rsidRPr="00964273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964273">
        <w:rPr>
          <w:rFonts w:ascii="Arial" w:hAnsi="Arial" w:cs="Arial"/>
          <w:color w:val="000000"/>
          <w:sz w:val="20"/>
          <w:szCs w:val="20"/>
        </w:rPr>
        <w:t xml:space="preserve">příloha č. 1 </w:t>
      </w:r>
      <w:r w:rsidR="00964273" w:rsidRPr="00964273">
        <w:rPr>
          <w:rFonts w:ascii="Arial" w:hAnsi="Arial" w:cs="Arial"/>
          <w:color w:val="000000"/>
          <w:sz w:val="20"/>
          <w:szCs w:val="20"/>
        </w:rPr>
        <w:t>Cenová nabídka</w:t>
      </w:r>
      <w:r w:rsidR="00964273">
        <w:rPr>
          <w:rFonts w:ascii="Arial" w:hAnsi="Arial" w:cs="Arial"/>
          <w:color w:val="000000"/>
          <w:sz w:val="20"/>
          <w:szCs w:val="20"/>
        </w:rPr>
        <w:t xml:space="preserve"> Zhotovitele ze dne …</w:t>
      </w:r>
    </w:p>
    <w:p w:rsidR="00B25071" w:rsidRDefault="00B25071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964273">
        <w:rPr>
          <w:rFonts w:ascii="Arial" w:hAnsi="Arial" w:cs="Arial"/>
          <w:color w:val="000000"/>
          <w:sz w:val="20"/>
          <w:szCs w:val="20"/>
        </w:rPr>
        <w:t xml:space="preserve">příloha č. 2 </w:t>
      </w:r>
      <w:r w:rsidR="00964273">
        <w:rPr>
          <w:rFonts w:ascii="Arial" w:hAnsi="Arial" w:cs="Arial"/>
          <w:color w:val="000000"/>
          <w:sz w:val="20"/>
          <w:szCs w:val="20"/>
        </w:rPr>
        <w:t>Harmonogram plnění</w:t>
      </w:r>
    </w:p>
    <w:p w:rsidR="00B25071" w:rsidRPr="00BA59A8" w:rsidRDefault="00B25071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příloha č. 3 </w:t>
      </w:r>
      <w:r w:rsidR="00964273">
        <w:rPr>
          <w:rFonts w:ascii="Arial" w:hAnsi="Arial" w:cs="Arial"/>
          <w:color w:val="000000"/>
          <w:sz w:val="20"/>
          <w:szCs w:val="20"/>
        </w:rPr>
        <w:t>Základní etické zásady společnosti</w:t>
      </w:r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E764EA">
        <w:t>S</w:t>
      </w:r>
      <w:r w:rsidRPr="008F1DE6">
        <w:t xml:space="preserve">mluvními stranami podepsána ve čtyřech vyhotoveních, z nichž každá ze </w:t>
      </w:r>
      <w:r w:rsidR="00E764EA">
        <w:t>S</w:t>
      </w:r>
      <w:r w:rsidRPr="008F1DE6">
        <w:t>mluvních stran obdržela po dvou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Pr="008F1DE6" w:rsidRDefault="00BA59A8" w:rsidP="00BA59A8">
      <w:pPr>
        <w:pStyle w:val="Odstavec2"/>
      </w:pPr>
      <w:r w:rsidRPr="00BA59A8">
        <w:t xml:space="preserve">Tato Smlouva nabývá platnosti dnem jejího podpisu oběma Smluvními stranami a </w:t>
      </w:r>
      <w:r w:rsidRPr="008F1DE6">
        <w:t>účinnosti dnem jejího p</w:t>
      </w:r>
      <w:r w:rsidR="008F1DE6" w:rsidRPr="008F1DE6">
        <w:t>odpisu oběma smluvními stranami.</w:t>
      </w:r>
    </w:p>
    <w:p w:rsidR="001265C5" w:rsidRDefault="001265C5" w:rsidP="001265C5">
      <w:pPr>
        <w:pStyle w:val="Odstavec2"/>
      </w:pPr>
      <w:r w:rsidRPr="008F1DE6">
        <w:t xml:space="preserve">Smluvní strany si dále sjednaly, že obsah Smlouvy je dále určen ustanoveními </w:t>
      </w:r>
      <w:r w:rsidRPr="008F1DE6">
        <w:rPr>
          <w:b/>
        </w:rPr>
        <w:t>Všeobecných obchodních podmínek („VOP“)</w:t>
      </w:r>
      <w:r w:rsidRPr="008F1DE6">
        <w:t>, které tvoří nedílnou součást této Smlouvy. V případě rozdílu</w:t>
      </w:r>
      <w:r w:rsidRPr="001265C5">
        <w:t xml:space="preserve">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964273" w:rsidRDefault="00964273" w:rsidP="001265C5">
      <w:pPr>
        <w:pStyle w:val="Odstavec2"/>
      </w:pPr>
      <w:r>
        <w:t xml:space="preserve">Zhotovitel se zavazuje chovat tak, aby nevzniklo jakékoliv důvodné podezření na spáchání či páchání trestného činu, který by mohl být zhotoviteli přičten podle zákona č. 418/2011 Sb., o trestní odpovědnosti právnických osob a řízení proti nim, v platném znění, jakož i zahájení trestního stíhání proti Zhotoviteli podle zákona č. 141/1961 Sb., o trestním řízení soudním, v platném znění. </w:t>
      </w:r>
      <w:r w:rsidR="00A02545">
        <w:t>Zhotovitel prohlašuje, že se seznámil se základním etickými zásadami společnosti (Objednatele), a zavazuje se dodržovat je na vlastní náklady a odpovědnost při plnění závazků plynoucích z této Smlouvy. Základní etické zásady společnosti tvoří přílohu č. 3 této Smlouvy.</w:t>
      </w:r>
    </w:p>
    <w:p w:rsidR="0021315A" w:rsidRDefault="001265C5" w:rsidP="0021315A">
      <w:pPr>
        <w:pStyle w:val="Odstavec2"/>
      </w:pPr>
      <w:r>
        <w:t xml:space="preserve">VOP jsou uveřejněna na adrese </w:t>
      </w:r>
      <w:hyperlink r:id="rId18" w:history="1">
        <w:r w:rsidR="005B5B7D" w:rsidRPr="00BB4838">
          <w:rPr>
            <w:rStyle w:val="Hypertextovodkaz"/>
          </w:rPr>
          <w:t>https://www.ceproas.cz/public/data/VOP-M-2013-10-14.pdf</w:t>
        </w:r>
      </w:hyperlink>
      <w:r w:rsidR="005B5B7D">
        <w:t>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964273" w:rsidRDefault="00964273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964273" w:rsidRDefault="00964273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964273" w:rsidRDefault="00964273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Pr="0021315A" w:rsidRDefault="0021315A" w:rsidP="0021315A"/>
    <w:sectPr w:rsidR="0021315A" w:rsidRPr="0021315A" w:rsidSect="008A5C94">
      <w:headerReference w:type="default" r:id="rId19"/>
      <w:footerReference w:type="default" r:id="rId20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D9B" w:rsidRDefault="005E0D9B">
      <w:r>
        <w:separator/>
      </w:r>
    </w:p>
  </w:endnote>
  <w:endnote w:type="continuationSeparator" w:id="0">
    <w:p w:rsidR="005E0D9B" w:rsidRDefault="005E0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7A4C5F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0E793AE" wp14:editId="3F194657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337C42">
      <w:rPr>
        <w:rStyle w:val="slostrnky"/>
        <w:noProof/>
      </w:rPr>
      <w:t>2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337C42">
      <w:rPr>
        <w:rStyle w:val="slostrnky"/>
        <w:noProof/>
      </w:rPr>
      <w:t>6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D9B" w:rsidRDefault="005E0D9B">
      <w:r>
        <w:separator/>
      </w:r>
    </w:p>
  </w:footnote>
  <w:footnote w:type="continuationSeparator" w:id="0">
    <w:p w:rsidR="005E0D9B" w:rsidRDefault="005E0D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0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2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2"/>
  </w:num>
  <w:num w:numId="5">
    <w:abstractNumId w:val="12"/>
  </w:num>
  <w:num w:numId="6">
    <w:abstractNumId w:val="12"/>
  </w:num>
  <w:num w:numId="7">
    <w:abstractNumId w:val="6"/>
  </w:num>
  <w:num w:numId="8">
    <w:abstractNumId w:val="14"/>
  </w:num>
  <w:num w:numId="9">
    <w:abstractNumId w:val="12"/>
  </w:num>
  <w:num w:numId="10">
    <w:abstractNumId w:val="12"/>
  </w:num>
  <w:num w:numId="11">
    <w:abstractNumId w:val="12"/>
  </w:num>
  <w:num w:numId="12">
    <w:abstractNumId w:val="6"/>
  </w:num>
  <w:num w:numId="13">
    <w:abstractNumId w:val="12"/>
  </w:num>
  <w:num w:numId="14">
    <w:abstractNumId w:val="9"/>
  </w:num>
  <w:num w:numId="15">
    <w:abstractNumId w:val="9"/>
  </w:num>
  <w:num w:numId="16">
    <w:abstractNumId w:val="12"/>
  </w:num>
  <w:num w:numId="17">
    <w:abstractNumId w:val="12"/>
  </w:num>
  <w:num w:numId="18">
    <w:abstractNumId w:val="12"/>
  </w:num>
  <w:num w:numId="19">
    <w:abstractNumId w:val="6"/>
  </w:num>
  <w:num w:numId="20">
    <w:abstractNumId w:val="12"/>
  </w:num>
  <w:num w:numId="21">
    <w:abstractNumId w:val="15"/>
  </w:num>
  <w:num w:numId="22">
    <w:abstractNumId w:val="2"/>
  </w:num>
  <w:num w:numId="23">
    <w:abstractNumId w:val="3"/>
  </w:num>
  <w:num w:numId="24">
    <w:abstractNumId w:val="12"/>
  </w:num>
  <w:num w:numId="25">
    <w:abstractNumId w:val="4"/>
  </w:num>
  <w:num w:numId="26">
    <w:abstractNumId w:val="7"/>
  </w:num>
  <w:num w:numId="27">
    <w:abstractNumId w:val="0"/>
  </w:num>
  <w:num w:numId="28">
    <w:abstractNumId w:val="13"/>
  </w:num>
  <w:num w:numId="29">
    <w:abstractNumId w:val="10"/>
  </w:num>
  <w:num w:numId="30">
    <w:abstractNumId w:val="5"/>
  </w:num>
  <w:num w:numId="31">
    <w:abstractNumId w:val="16"/>
  </w:num>
  <w:num w:numId="32">
    <w:abstractNumId w:val="1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0489E"/>
    <w:rsid w:val="00010E4A"/>
    <w:rsid w:val="0001215A"/>
    <w:rsid w:val="0003590B"/>
    <w:rsid w:val="0006292B"/>
    <w:rsid w:val="0007144A"/>
    <w:rsid w:val="000967D8"/>
    <w:rsid w:val="000C04EF"/>
    <w:rsid w:val="000D19D8"/>
    <w:rsid w:val="001265C5"/>
    <w:rsid w:val="001E22BD"/>
    <w:rsid w:val="001E406E"/>
    <w:rsid w:val="00204984"/>
    <w:rsid w:val="0021315A"/>
    <w:rsid w:val="00216448"/>
    <w:rsid w:val="00225234"/>
    <w:rsid w:val="00245CA9"/>
    <w:rsid w:val="002525FB"/>
    <w:rsid w:val="00280022"/>
    <w:rsid w:val="002E16FB"/>
    <w:rsid w:val="002E35CE"/>
    <w:rsid w:val="002F1B3A"/>
    <w:rsid w:val="002F6183"/>
    <w:rsid w:val="00316F94"/>
    <w:rsid w:val="0031724E"/>
    <w:rsid w:val="00337C42"/>
    <w:rsid w:val="00361795"/>
    <w:rsid w:val="00363594"/>
    <w:rsid w:val="003C6E40"/>
    <w:rsid w:val="003D08D6"/>
    <w:rsid w:val="003E74EF"/>
    <w:rsid w:val="003F629A"/>
    <w:rsid w:val="00435D9F"/>
    <w:rsid w:val="0048481F"/>
    <w:rsid w:val="00492F27"/>
    <w:rsid w:val="00494CA6"/>
    <w:rsid w:val="004F5000"/>
    <w:rsid w:val="00521FE0"/>
    <w:rsid w:val="00524AC8"/>
    <w:rsid w:val="00536130"/>
    <w:rsid w:val="005555DE"/>
    <w:rsid w:val="005B5B7D"/>
    <w:rsid w:val="005C5D01"/>
    <w:rsid w:val="005D1C50"/>
    <w:rsid w:val="005E0D9B"/>
    <w:rsid w:val="005E45AE"/>
    <w:rsid w:val="00613B10"/>
    <w:rsid w:val="00635D66"/>
    <w:rsid w:val="00655C3C"/>
    <w:rsid w:val="006857A4"/>
    <w:rsid w:val="006F2ABC"/>
    <w:rsid w:val="006F5596"/>
    <w:rsid w:val="00721C8A"/>
    <w:rsid w:val="00790973"/>
    <w:rsid w:val="007A4C5F"/>
    <w:rsid w:val="007B0C02"/>
    <w:rsid w:val="007B1761"/>
    <w:rsid w:val="007D3605"/>
    <w:rsid w:val="007E57F8"/>
    <w:rsid w:val="007F3FC6"/>
    <w:rsid w:val="00814EB9"/>
    <w:rsid w:val="00847822"/>
    <w:rsid w:val="00876EBD"/>
    <w:rsid w:val="008A5C94"/>
    <w:rsid w:val="008D315C"/>
    <w:rsid w:val="008E3AE4"/>
    <w:rsid w:val="008F1DE6"/>
    <w:rsid w:val="008F48B5"/>
    <w:rsid w:val="009014A2"/>
    <w:rsid w:val="0090429E"/>
    <w:rsid w:val="0095745A"/>
    <w:rsid w:val="0096176D"/>
    <w:rsid w:val="00964273"/>
    <w:rsid w:val="00986F82"/>
    <w:rsid w:val="0099532A"/>
    <w:rsid w:val="009A0F9B"/>
    <w:rsid w:val="009C6A0D"/>
    <w:rsid w:val="00A02545"/>
    <w:rsid w:val="00A20145"/>
    <w:rsid w:val="00AE3CC7"/>
    <w:rsid w:val="00AF68B0"/>
    <w:rsid w:val="00B20BE0"/>
    <w:rsid w:val="00B25071"/>
    <w:rsid w:val="00B35620"/>
    <w:rsid w:val="00B56CB5"/>
    <w:rsid w:val="00B8505F"/>
    <w:rsid w:val="00B96459"/>
    <w:rsid w:val="00BA556D"/>
    <w:rsid w:val="00BA59A8"/>
    <w:rsid w:val="00BE18A9"/>
    <w:rsid w:val="00BE2E82"/>
    <w:rsid w:val="00C30D59"/>
    <w:rsid w:val="00C35DD8"/>
    <w:rsid w:val="00C43689"/>
    <w:rsid w:val="00C43824"/>
    <w:rsid w:val="00C62FD8"/>
    <w:rsid w:val="00C962BE"/>
    <w:rsid w:val="00CD1BFE"/>
    <w:rsid w:val="00CE2AB7"/>
    <w:rsid w:val="00D16993"/>
    <w:rsid w:val="00D17CE0"/>
    <w:rsid w:val="00D600AD"/>
    <w:rsid w:val="00DD57F1"/>
    <w:rsid w:val="00DD6392"/>
    <w:rsid w:val="00E00091"/>
    <w:rsid w:val="00E26075"/>
    <w:rsid w:val="00E322F9"/>
    <w:rsid w:val="00E66C0B"/>
    <w:rsid w:val="00E764EA"/>
    <w:rsid w:val="00E852B7"/>
    <w:rsid w:val="00EA0733"/>
    <w:rsid w:val="00EF105C"/>
    <w:rsid w:val="00F27CC1"/>
    <w:rsid w:val="00FC188C"/>
    <w:rsid w:val="00FE4D08"/>
    <w:rsid w:val="00FF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osef.jech@ceproas.cz" TargetMode="External"/><Relationship Id="rId18" Type="http://schemas.openxmlformats.org/officeDocument/2006/relationships/hyperlink" Target="https://www.ceproas.cz/public/data/VOP-M-2013-10-14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sylva.sediva@ceproas.cz" TargetMode="External"/><Relationship Id="rId17" Type="http://schemas.openxmlformats.org/officeDocument/2006/relationships/hyperlink" Target="mailto:cepro_DF@ceproas.c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avel.hysek@ceproas.c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osef.jech@ceproas.cz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josef.jech@ceproas.cz" TargetMode="External"/><Relationship Id="rId10" Type="http://schemas.openxmlformats.org/officeDocument/2006/relationships/hyperlink" Target="mailto:sylva.sediva@ceproas.cz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oldrich.bednar@ceproas.cz" TargetMode="External"/><Relationship Id="rId14" Type="http://schemas.openxmlformats.org/officeDocument/2006/relationships/hyperlink" Target="mailto:sylva.sediva@ceproas.cz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7540B-AC9C-4C17-8608-362D1B1A4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0</TotalTime>
  <Pages>6</Pages>
  <Words>2248</Words>
  <Characters>13270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15488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2</cp:revision>
  <cp:lastPrinted>2014-01-08T09:47:00Z</cp:lastPrinted>
  <dcterms:created xsi:type="dcterms:W3CDTF">2014-01-13T08:40:00Z</dcterms:created>
  <dcterms:modified xsi:type="dcterms:W3CDTF">2014-01-13T08:40:00Z</dcterms:modified>
</cp:coreProperties>
</file>